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174" w:rsidRDefault="00465174" w:rsidP="00487F78">
      <w:pPr>
        <w:pStyle w:val="Heading2"/>
      </w:pPr>
      <w:r>
        <w:t xml:space="preserve">Written Journal </w:t>
      </w:r>
    </w:p>
    <w:tbl>
      <w:tblPr>
        <w:tblW w:w="531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3152"/>
        <w:gridCol w:w="3463"/>
        <w:gridCol w:w="3421"/>
      </w:tblGrid>
      <w:tr w:rsidR="00465174" w:rsidTr="00913027">
        <w:tc>
          <w:tcPr>
            <w:tcW w:w="157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5174" w:rsidRDefault="00465174" w:rsidP="00937732"/>
        </w:tc>
        <w:tc>
          <w:tcPr>
            <w:tcW w:w="17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5174" w:rsidRDefault="00465174" w:rsidP="00937732">
            <w:r>
              <w:rPr>
                <w:b/>
              </w:rPr>
              <w:t xml:space="preserve">First Week </w:t>
            </w:r>
          </w:p>
        </w:tc>
        <w:tc>
          <w:tcPr>
            <w:tcW w:w="1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65174" w:rsidRDefault="00465174" w:rsidP="00937732">
            <w:r>
              <w:rPr>
                <w:b/>
              </w:rPr>
              <w:t xml:space="preserve">Second Week </w:t>
            </w:r>
          </w:p>
        </w:tc>
      </w:tr>
      <w:tr w:rsidR="00465174" w:rsidTr="00913027">
        <w:tc>
          <w:tcPr>
            <w:tcW w:w="157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5174" w:rsidRDefault="00465174" w:rsidP="00937732">
            <w:r>
              <w:rPr>
                <w:b/>
              </w:rPr>
              <w:t>Write three QUESTIONS you still have about your topic or task.</w:t>
            </w:r>
            <w:r>
              <w:t xml:space="preserve"> </w:t>
            </w:r>
          </w:p>
        </w:tc>
        <w:tc>
          <w:tcPr>
            <w:tcW w:w="17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5174" w:rsidRDefault="00465174" w:rsidP="00190562">
            <w:pPr>
              <w:pStyle w:val="ListParagraph"/>
              <w:ind w:left="1440"/>
              <w:rPr>
                <w:lang w:val="en-US"/>
              </w:rPr>
            </w:pPr>
          </w:p>
          <w:p w:rsidR="00465174" w:rsidRDefault="00465174" w:rsidP="009D775D">
            <w:pPr>
              <w:pStyle w:val="ListParagraph"/>
              <w:numPr>
                <w:ilvl w:val="0"/>
                <w:numId w:val="5"/>
              </w:numPr>
              <w:rPr>
                <w:lang w:val="en-US"/>
              </w:rPr>
            </w:pPr>
            <w:r>
              <w:rPr>
                <w:lang w:val="en-US"/>
              </w:rPr>
              <w:t>What type of air conditioner is the most effective?</w:t>
            </w:r>
          </w:p>
          <w:p w:rsidR="00465174" w:rsidRDefault="00465174" w:rsidP="00190562">
            <w:pPr>
              <w:pStyle w:val="ListParagraph"/>
              <w:numPr>
                <w:ilvl w:val="0"/>
                <w:numId w:val="5"/>
              </w:numPr>
              <w:rPr>
                <w:lang w:val="en-US"/>
              </w:rPr>
            </w:pPr>
            <w:r>
              <w:rPr>
                <w:lang w:val="en-US"/>
              </w:rPr>
              <w:t>What is the best temperature/thermostat setting for air conditioners?</w:t>
            </w:r>
          </w:p>
          <w:p w:rsidR="00465174" w:rsidRPr="00646944" w:rsidRDefault="00465174" w:rsidP="00507DFF">
            <w:pPr>
              <w:rPr>
                <w:lang w:val="en-US"/>
              </w:rPr>
            </w:pPr>
          </w:p>
        </w:tc>
        <w:tc>
          <w:tcPr>
            <w:tcW w:w="1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65174" w:rsidRDefault="00465174" w:rsidP="009D775D">
            <w:pPr>
              <w:numPr>
                <w:ilvl w:val="0"/>
                <w:numId w:val="5"/>
              </w:numPr>
              <w:rPr>
                <w:lang w:val="en-US"/>
              </w:rPr>
            </w:pPr>
            <w:r>
              <w:rPr>
                <w:lang w:val="en-US"/>
              </w:rPr>
              <w:t>What air conditioner features contribute to its mechanism?</w:t>
            </w:r>
          </w:p>
          <w:p w:rsidR="00465174" w:rsidRPr="00507DFF" w:rsidRDefault="00465174" w:rsidP="00190562">
            <w:pPr>
              <w:numPr>
                <w:ilvl w:val="0"/>
                <w:numId w:val="5"/>
              </w:numPr>
              <w:rPr>
                <w:lang w:val="en-US"/>
              </w:rPr>
            </w:pPr>
            <w:r>
              <w:rPr>
                <w:lang w:val="en-US"/>
              </w:rPr>
              <w:t>How do you fix an air conditioner?</w:t>
            </w:r>
          </w:p>
        </w:tc>
      </w:tr>
      <w:tr w:rsidR="00465174" w:rsidTr="00913027">
        <w:tc>
          <w:tcPr>
            <w:tcW w:w="157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5174" w:rsidRDefault="00465174" w:rsidP="00937732">
            <w:r>
              <w:rPr>
                <w:b/>
              </w:rPr>
              <w:t>Write two "AHAs!" about your topic or task.</w:t>
            </w:r>
            <w:r>
              <w:t xml:space="preserve"> </w:t>
            </w:r>
          </w:p>
        </w:tc>
        <w:tc>
          <w:tcPr>
            <w:tcW w:w="17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5174" w:rsidRDefault="00465174" w:rsidP="00913027">
            <w:pPr>
              <w:pStyle w:val="ListParagraph"/>
              <w:rPr>
                <w:lang w:val="en-US"/>
              </w:rPr>
            </w:pPr>
          </w:p>
          <w:p w:rsidR="00465174" w:rsidRDefault="00465174" w:rsidP="00190562">
            <w:pPr>
              <w:pStyle w:val="ListParagraph"/>
              <w:numPr>
                <w:ilvl w:val="0"/>
                <w:numId w:val="5"/>
              </w:numPr>
              <w:rPr>
                <w:lang w:val="en-US"/>
              </w:rPr>
            </w:pPr>
            <w:r>
              <w:rPr>
                <w:lang w:val="en-US"/>
              </w:rPr>
              <w:t>There is no preferred air conditioner; it’s just that, it depends on the compressor used and whether it fits to your room.</w:t>
            </w:r>
          </w:p>
          <w:p w:rsidR="00465174" w:rsidRDefault="00465174" w:rsidP="00913027">
            <w:pPr>
              <w:numPr>
                <w:ilvl w:val="0"/>
                <w:numId w:val="5"/>
              </w:numPr>
              <w:rPr>
                <w:lang w:val="en-US"/>
              </w:rPr>
            </w:pPr>
            <w:r>
              <w:rPr>
                <w:lang w:val="en-US"/>
              </w:rPr>
              <w:t xml:space="preserve">Consumers want </w:t>
            </w:r>
            <w:r w:rsidRPr="0005615A">
              <w:t xml:space="preserve">attractive looking </w:t>
            </w:r>
            <w:r>
              <w:rPr>
                <w:lang w:val="en-US"/>
              </w:rPr>
              <w:t>air conditioners.</w:t>
            </w:r>
          </w:p>
          <w:p w:rsidR="00465174" w:rsidRPr="009A1436" w:rsidRDefault="00465174" w:rsidP="00913027">
            <w:pPr>
              <w:ind w:left="720"/>
              <w:rPr>
                <w:lang w:val="en-US"/>
              </w:rPr>
            </w:pPr>
          </w:p>
        </w:tc>
        <w:tc>
          <w:tcPr>
            <w:tcW w:w="1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65174" w:rsidRPr="00913027" w:rsidRDefault="00465174" w:rsidP="00913027">
            <w:pPr>
              <w:ind w:left="720"/>
              <w:rPr>
                <w:lang w:val="en-US"/>
              </w:rPr>
            </w:pPr>
          </w:p>
          <w:p w:rsidR="00465174" w:rsidRDefault="00465174" w:rsidP="00913027">
            <w:pPr>
              <w:numPr>
                <w:ilvl w:val="0"/>
                <w:numId w:val="5"/>
              </w:numPr>
              <w:rPr>
                <w:lang w:val="en-US"/>
              </w:rPr>
            </w:pPr>
            <w:r>
              <w:rPr>
                <w:lang w:val="en-US"/>
              </w:rPr>
              <w:t>Air conditioners really make you feel comfortable.</w:t>
            </w:r>
          </w:p>
          <w:p w:rsidR="00465174" w:rsidRDefault="00465174" w:rsidP="006077DF">
            <w:pPr>
              <w:pStyle w:val="ListParagraph"/>
              <w:ind w:left="0"/>
              <w:rPr>
                <w:lang w:val="en-US"/>
              </w:rPr>
            </w:pPr>
          </w:p>
          <w:p w:rsidR="00465174" w:rsidRPr="00913027" w:rsidRDefault="00465174" w:rsidP="00913027">
            <w:pPr>
              <w:ind w:left="720"/>
              <w:rPr>
                <w:lang w:val="en-US"/>
              </w:rPr>
            </w:pPr>
          </w:p>
        </w:tc>
      </w:tr>
      <w:tr w:rsidR="00465174" w:rsidTr="00913027">
        <w:tc>
          <w:tcPr>
            <w:tcW w:w="157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5174" w:rsidRDefault="00465174" w:rsidP="00937732">
            <w:r>
              <w:rPr>
                <w:b/>
              </w:rPr>
              <w:t>Write one SUGGESTION about your topic or task.</w:t>
            </w:r>
            <w:r>
              <w:t xml:space="preserve"> </w:t>
            </w:r>
          </w:p>
        </w:tc>
        <w:tc>
          <w:tcPr>
            <w:tcW w:w="17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5174" w:rsidRDefault="00465174" w:rsidP="00190562">
            <w:pPr>
              <w:jc w:val="center"/>
              <w:rPr>
                <w:lang w:val="en-US"/>
              </w:rPr>
            </w:pPr>
          </w:p>
          <w:p w:rsidR="00465174" w:rsidRPr="00507DFF" w:rsidRDefault="00465174" w:rsidP="001905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Further knowledge is needed regarding the pros and cons of factors affecting the mechanism of air conditioners.</w:t>
            </w:r>
            <w:r>
              <w:br/>
            </w:r>
          </w:p>
        </w:tc>
        <w:tc>
          <w:tcPr>
            <w:tcW w:w="1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65174" w:rsidRDefault="00465174" w:rsidP="00190562">
            <w:pPr>
              <w:jc w:val="center"/>
              <w:rPr>
                <w:lang w:val="en-US"/>
              </w:rPr>
            </w:pPr>
          </w:p>
          <w:p w:rsidR="00465174" w:rsidRDefault="00465174" w:rsidP="001905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It would be better if we knew more about the production process of air conditioners.</w:t>
            </w:r>
          </w:p>
          <w:p w:rsidR="00465174" w:rsidRPr="00507DFF" w:rsidRDefault="00465174" w:rsidP="00507DFF">
            <w:pPr>
              <w:rPr>
                <w:lang w:val="en-US"/>
              </w:rPr>
            </w:pPr>
          </w:p>
        </w:tc>
      </w:tr>
    </w:tbl>
    <w:p w:rsidR="00465174" w:rsidRDefault="00465174"/>
    <w:sectPr w:rsidR="00465174" w:rsidSect="006B30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14C75"/>
    <w:multiLevelType w:val="hybridMultilevel"/>
    <w:tmpl w:val="5FAA53F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3C6139D"/>
    <w:multiLevelType w:val="hybridMultilevel"/>
    <w:tmpl w:val="5998870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74E1F5A"/>
    <w:multiLevelType w:val="hybridMultilevel"/>
    <w:tmpl w:val="DAF20E5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3041144"/>
    <w:multiLevelType w:val="hybridMultilevel"/>
    <w:tmpl w:val="FFCE05D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A466DED"/>
    <w:multiLevelType w:val="hybridMultilevel"/>
    <w:tmpl w:val="0E183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E914E7"/>
    <w:multiLevelType w:val="hybridMultilevel"/>
    <w:tmpl w:val="3426E23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7F78"/>
    <w:rsid w:val="00027152"/>
    <w:rsid w:val="0005615A"/>
    <w:rsid w:val="00061D29"/>
    <w:rsid w:val="000E6241"/>
    <w:rsid w:val="00153973"/>
    <w:rsid w:val="00190562"/>
    <w:rsid w:val="001B2864"/>
    <w:rsid w:val="001D760C"/>
    <w:rsid w:val="00465174"/>
    <w:rsid w:val="00487F78"/>
    <w:rsid w:val="00507DFF"/>
    <w:rsid w:val="0053574F"/>
    <w:rsid w:val="005F2CB3"/>
    <w:rsid w:val="006077DF"/>
    <w:rsid w:val="00646944"/>
    <w:rsid w:val="006745F2"/>
    <w:rsid w:val="006B30CC"/>
    <w:rsid w:val="006E551F"/>
    <w:rsid w:val="00882F8C"/>
    <w:rsid w:val="00913027"/>
    <w:rsid w:val="00937732"/>
    <w:rsid w:val="009A1436"/>
    <w:rsid w:val="009D775D"/>
    <w:rsid w:val="00CC781D"/>
    <w:rsid w:val="00D609D0"/>
    <w:rsid w:val="00E34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F78"/>
    <w:pPr>
      <w:shd w:val="solid" w:color="FFFFFF" w:fill="auto"/>
    </w:pPr>
    <w:rPr>
      <w:rFonts w:ascii="Verdana" w:hAnsi="Verdana" w:cs="Verdana"/>
      <w:color w:val="000000"/>
      <w:sz w:val="20"/>
      <w:szCs w:val="24"/>
      <w:shd w:val="solid" w:color="FFFFFF" w:fill="auto"/>
      <w:lang w:val="ru-RU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87F78"/>
    <w:pPr>
      <w:keepNext/>
      <w:spacing w:before="90" w:after="90"/>
      <w:ind w:left="90" w:right="90"/>
      <w:outlineLvl w:val="1"/>
    </w:pPr>
    <w:rPr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87F78"/>
    <w:rPr>
      <w:rFonts w:ascii="Verdana" w:eastAsia="Times New Roman" w:hAnsi="Verdana" w:cs="Verdana"/>
      <w:b/>
      <w:bCs/>
      <w:i/>
      <w:iCs/>
      <w:color w:val="000000"/>
      <w:sz w:val="28"/>
      <w:szCs w:val="28"/>
      <w:shd w:val="solid" w:color="FFFFFF" w:fill="auto"/>
      <w:lang w:val="ru-RU" w:eastAsia="ru-RU"/>
    </w:rPr>
  </w:style>
  <w:style w:type="paragraph" w:styleId="ListParagraph">
    <w:name w:val="List Paragraph"/>
    <w:basedOn w:val="Normal"/>
    <w:uiPriority w:val="99"/>
    <w:qFormat/>
    <w:rsid w:val="000E6241"/>
    <w:pPr>
      <w:ind w:left="720"/>
      <w:contextualSpacing/>
    </w:pPr>
  </w:style>
  <w:style w:type="character" w:styleId="Strong">
    <w:name w:val="Strong"/>
    <w:basedOn w:val="DefaultParagraphFont"/>
    <w:uiPriority w:val="99"/>
    <w:qFormat/>
    <w:rsid w:val="00190562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127</Words>
  <Characters>728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Written Journal </dc:title>
  <dc:subject/>
  <dc:creator>eena</dc:creator>
  <cp:keywords/>
  <dc:description/>
  <cp:lastModifiedBy>2 Engineering</cp:lastModifiedBy>
  <cp:revision>2</cp:revision>
  <dcterms:created xsi:type="dcterms:W3CDTF">2002-01-01T05:31:00Z</dcterms:created>
  <dcterms:modified xsi:type="dcterms:W3CDTF">2002-01-01T05:31:00Z</dcterms:modified>
</cp:coreProperties>
</file>